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C6765F" w:rsidRPr="006D5342" w14:paraId="0E33E6A3" w14:textId="77777777" w:rsidTr="006D5342">
        <w:trPr>
          <w:trHeight w:val="1837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1)</w:t>
            </w:r>
          </w:p>
        </w:tc>
        <w:tc>
          <w:tcPr>
            <w:tcW w:w="4677" w:type="dxa"/>
            <w:tcBorders>
              <w:left w:val="nil"/>
            </w:tcBorders>
          </w:tcPr>
          <w:p w14:paraId="601B403E" w14:textId="21EEBD23" w:rsidR="00105331" w:rsidRDefault="001B71CC" w:rsidP="009F6C6A">
            <w:pPr>
              <w:spacing w:before="120"/>
              <w:rPr>
                <w:rFonts w:ascii="Century Gothic" w:eastAsiaTheme="minorEastAsia" w:hAnsi="Century Gothic" w:cs="Tahoma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3</m:t>
                  </m:r>
                </m:den>
              </m:f>
            </m:oMath>
            <w:r w:rsidR="000A5111">
              <w:rPr>
                <w:rFonts w:ascii="Century Gothic" w:eastAsiaTheme="minorEastAsia" w:hAnsi="Century Gothic" w:cs="Tahoma"/>
              </w:rPr>
              <w:t xml:space="preserve"> of </w:t>
            </w:r>
            <w:r w:rsidR="00E15F38">
              <w:rPr>
                <w:rFonts w:ascii="Century Gothic" w:eastAsiaTheme="minorEastAsia" w:hAnsi="Century Gothic" w:cs="Tahoma"/>
              </w:rPr>
              <w:t>a number</w:t>
            </w:r>
            <w:r w:rsidR="00F72A5D">
              <w:rPr>
                <w:rFonts w:ascii="Century Gothic" w:eastAsiaTheme="minorEastAsia" w:hAnsi="Century Gothic" w:cs="Tahoma"/>
              </w:rPr>
              <w:t xml:space="preserve"> is </w:t>
            </w:r>
            <w:r>
              <w:rPr>
                <w:rFonts w:ascii="Century Gothic" w:eastAsiaTheme="minorEastAsia" w:hAnsi="Century Gothic" w:cs="Tahoma"/>
              </w:rPr>
              <w:t>320</w:t>
            </w:r>
            <w:r w:rsidR="00F72A5D">
              <w:rPr>
                <w:rFonts w:ascii="Century Gothic" w:eastAsiaTheme="minorEastAsia" w:hAnsi="Century Gothic" w:cs="Tahoma"/>
              </w:rPr>
              <w:t>.</w:t>
            </w:r>
          </w:p>
          <w:p w14:paraId="543BE07C" w14:textId="24531CA6" w:rsidR="00F72A5D" w:rsidRPr="006D5342" w:rsidRDefault="00F72A5D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 xml:space="preserve">What is the </w:t>
            </w:r>
            <w:r w:rsidR="00E15F38">
              <w:rPr>
                <w:rFonts w:ascii="Century Gothic" w:eastAsiaTheme="minorEastAsia" w:hAnsi="Century Gothic" w:cs="Tahoma"/>
              </w:rPr>
              <w:t>number</w:t>
            </w:r>
            <w:r>
              <w:rPr>
                <w:rFonts w:ascii="Century Gothic" w:eastAsiaTheme="minorEastAsia" w:hAnsi="Century Gothic" w:cs="Tahoma"/>
              </w:rPr>
              <w:t>?</w:t>
            </w:r>
          </w:p>
        </w:tc>
        <w:tc>
          <w:tcPr>
            <w:tcW w:w="426" w:type="dxa"/>
            <w:tcBorders>
              <w:right w:val="nil"/>
            </w:tcBorders>
          </w:tcPr>
          <w:p w14:paraId="181FE9F0" w14:textId="77777777" w:rsidR="00C6765F" w:rsidRPr="006D5342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1B5E5D74" w14:textId="3FA7842C" w:rsidR="00C6765F" w:rsidRPr="000949FA" w:rsidRDefault="000949FA" w:rsidP="006D5342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0949FA">
              <w:rPr>
                <w:rFonts w:ascii="Century Gothic" w:hAnsi="Century Gothic" w:cs="Tahoma"/>
              </w:rPr>
              <w:t>The fastest recorded tortoise could travel 4km in half an hour (if he kept the speed up).  How fast could this tortoise travel?</w:t>
            </w:r>
          </w:p>
        </w:tc>
      </w:tr>
      <w:tr w:rsidR="00C6765F" w:rsidRPr="006D5342" w14:paraId="02717925" w14:textId="77777777" w:rsidTr="006D5342">
        <w:trPr>
          <w:trHeight w:val="210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7AFFEBD7" w14:textId="7950268D" w:rsidR="00125C71" w:rsidRPr="006D5342" w:rsidRDefault="00762BA8" w:rsidP="005D37DE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65BAB4" wp14:editId="01392A25">
                      <wp:simplePos x="0" y="0"/>
                      <wp:positionH relativeFrom="column">
                        <wp:posOffset>2171499</wp:posOffset>
                      </wp:positionH>
                      <wp:positionV relativeFrom="paragraph">
                        <wp:posOffset>193386</wp:posOffset>
                      </wp:positionV>
                      <wp:extent cx="471170" cy="27559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21D447" w14:textId="4BF7EAB2" w:rsidR="002C5377" w:rsidRDefault="000949FA">
                                  <w:r>
                                    <w:t>1</w:t>
                                  </w:r>
                                  <w:r w:rsidR="002C5377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65B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71pt;margin-top:15.25pt;width:37.1pt;height:21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" filled="f" stroked="f" strokeweight=".5pt">
                      <v:textbox>
                        <w:txbxContent>
                          <w:p w14:paraId="3B21D447" w14:textId="4BF7EAB2" w:rsidR="002C5377" w:rsidRDefault="000949FA">
                            <w:r>
                              <w:t>1</w:t>
                            </w:r>
                            <w:r w:rsidR="002C5377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E486E2" wp14:editId="132F035E">
                      <wp:simplePos x="0" y="0"/>
                      <wp:positionH relativeFrom="column">
                        <wp:posOffset>2173247</wp:posOffset>
                      </wp:positionH>
                      <wp:positionV relativeFrom="paragraph">
                        <wp:posOffset>191612</wp:posOffset>
                      </wp:positionV>
                      <wp:extent cx="551620" cy="579422"/>
                      <wp:effectExtent l="0" t="0" r="20320" b="1778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1620" cy="5794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77DE01" id="Straight Connector 5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1pt,15.1pt" to="214.55pt,6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" strokecolor="black [3040]"/>
                  </w:pict>
                </mc:Fallback>
              </mc:AlternateContent>
            </w:r>
            <w:r w:rsidR="00DE02E1"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3ACF4C" wp14:editId="1C5BD8BE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9C2FDC7" id="Oval 3" o:spid="_x0000_s1026" style="position:absolute;margin-left:158.55pt;margin-top:3.65pt;width:65.7pt;height:6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 w:rsidR="002C5377" w:rsidRPr="006D5342">
              <w:rPr>
                <w:rFonts w:ascii="Century Gothic" w:hAnsi="Century Gothic"/>
              </w:rPr>
              <w:t xml:space="preserve">A circle has a </w:t>
            </w:r>
            <w:r>
              <w:rPr>
                <w:rFonts w:ascii="Century Gothic" w:hAnsi="Century Gothic"/>
              </w:rPr>
              <w:t>diameter</w:t>
            </w:r>
            <w:r w:rsidR="002C5377" w:rsidRPr="006D5342">
              <w:rPr>
                <w:rFonts w:ascii="Century Gothic" w:hAnsi="Century Gothic"/>
              </w:rPr>
              <w:t xml:space="preserve"> of </w:t>
            </w:r>
            <w:r w:rsidR="000949FA">
              <w:rPr>
                <w:rFonts w:ascii="Century Gothic" w:hAnsi="Century Gothic"/>
              </w:rPr>
              <w:t>1</w:t>
            </w:r>
            <w:r w:rsidR="002C5377" w:rsidRPr="006D5342">
              <w:rPr>
                <w:rFonts w:ascii="Century Gothic" w:hAnsi="Century Gothic"/>
              </w:rPr>
              <w:t>cm.</w:t>
            </w:r>
          </w:p>
          <w:p w14:paraId="5155B1A5" w14:textId="49C7BA6C" w:rsidR="002C5377" w:rsidRPr="006D5342" w:rsidRDefault="002C5377" w:rsidP="002C5377">
            <w:pPr>
              <w:spacing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 xml:space="preserve">Work out its </w:t>
            </w:r>
            <w:r w:rsidR="00E37898" w:rsidRPr="006D5342">
              <w:rPr>
                <w:rFonts w:ascii="Century Gothic" w:hAnsi="Century Gothic"/>
              </w:rPr>
              <w:t>area</w:t>
            </w:r>
            <w:r w:rsidRPr="006D5342">
              <w:rPr>
                <w:rFonts w:ascii="Century Gothic" w:hAnsi="Century Gothic"/>
              </w:rPr>
              <w:t>.</w:t>
            </w:r>
          </w:p>
          <w:p w14:paraId="683B8A61" w14:textId="04ECA9DF" w:rsidR="000740DB" w:rsidRPr="006D5342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6D5342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1F0897F5" w14:textId="77777777" w:rsidR="00946174" w:rsidRPr="006D5342" w:rsidRDefault="00946174" w:rsidP="006D5342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>Complete the table for:</w:t>
            </w:r>
          </w:p>
          <w:p w14:paraId="1EE6C4A6" w14:textId="670F358B" w:rsidR="006B08F5" w:rsidRDefault="006B08F5" w:rsidP="006B08F5">
            <w:pPr>
              <w:jc w:val="center"/>
              <w:rPr>
                <w:rFonts w:ascii="Tahoma" w:eastAsiaTheme="minorEastAsia" w:hAnsi="Tahoma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+3x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75"/>
              <w:gridCol w:w="575"/>
              <w:gridCol w:w="575"/>
              <w:gridCol w:w="575"/>
              <w:gridCol w:w="575"/>
            </w:tblGrid>
            <w:tr w:rsidR="009F34F0" w14:paraId="323A9BDA" w14:textId="77777777" w:rsidTr="00650E57">
              <w:tc>
                <w:tcPr>
                  <w:tcW w:w="574" w:type="dxa"/>
                </w:tcPr>
                <w:p w14:paraId="1612E741" w14:textId="77777777" w:rsidR="009F34F0" w:rsidRDefault="009F34F0" w:rsidP="00AA4C4B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6E3E5F02" w14:textId="23D430B5" w:rsidR="009F34F0" w:rsidRPr="009F34F0" w:rsidRDefault="009F34F0" w:rsidP="00AA4C4B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-3</w:t>
                  </w:r>
                </w:p>
              </w:tc>
              <w:tc>
                <w:tcPr>
                  <w:tcW w:w="575" w:type="dxa"/>
                </w:tcPr>
                <w:p w14:paraId="69CFCAFB" w14:textId="1B15BC0F" w:rsidR="009F34F0" w:rsidRPr="009F34F0" w:rsidRDefault="009F34F0" w:rsidP="00AA4C4B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-2</w:t>
                  </w:r>
                </w:p>
              </w:tc>
              <w:tc>
                <w:tcPr>
                  <w:tcW w:w="575" w:type="dxa"/>
                </w:tcPr>
                <w:p w14:paraId="63AAF7BE" w14:textId="3A80E61E" w:rsidR="009F34F0" w:rsidRPr="009F34F0" w:rsidRDefault="009F34F0" w:rsidP="00AA4C4B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-1</w:t>
                  </w:r>
                </w:p>
              </w:tc>
              <w:tc>
                <w:tcPr>
                  <w:tcW w:w="575" w:type="dxa"/>
                </w:tcPr>
                <w:p w14:paraId="30EF17D4" w14:textId="34218E02" w:rsidR="009F34F0" w:rsidRPr="009F34F0" w:rsidRDefault="009F34F0" w:rsidP="00AA4C4B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0</w:t>
                  </w:r>
                </w:p>
              </w:tc>
              <w:tc>
                <w:tcPr>
                  <w:tcW w:w="575" w:type="dxa"/>
                </w:tcPr>
                <w:p w14:paraId="5F71F7C1" w14:textId="089959E7" w:rsidR="009F34F0" w:rsidRPr="009F34F0" w:rsidRDefault="009F34F0" w:rsidP="00AA4C4B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1</w:t>
                  </w:r>
                </w:p>
              </w:tc>
            </w:tr>
            <w:tr w:rsidR="006B08F5" w14:paraId="57866CC3" w14:textId="77777777" w:rsidTr="00650E57">
              <w:tc>
                <w:tcPr>
                  <w:tcW w:w="574" w:type="dxa"/>
                </w:tcPr>
                <w:p w14:paraId="0D79D3E3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15C26F34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5F30D928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7007C75E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75785A4E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252D579A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</w:tr>
          </w:tbl>
          <w:p w14:paraId="418AA495" w14:textId="77777777" w:rsidR="006B08F5" w:rsidRPr="0076776A" w:rsidRDefault="006B08F5" w:rsidP="006B08F5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     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</m:oMath>
            </m:oMathPara>
          </w:p>
          <w:p w14:paraId="35867634" w14:textId="4EA8D4C7" w:rsidR="00C6765F" w:rsidRPr="00D956E2" w:rsidRDefault="006B08F5" w:rsidP="006B08F5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</w:rPr>
              <w:t xml:space="preserve"> </w:t>
            </w:r>
            <w:r w:rsidRPr="00D956E2">
              <w:rPr>
                <w:rFonts w:ascii="Century Gothic" w:eastAsiaTheme="minorEastAsia" w:hAnsi="Century Gothic" w:cs="Tahoma"/>
              </w:rPr>
              <w:t xml:space="preserve">+3x </w:t>
            </w:r>
          </w:p>
        </w:tc>
      </w:tr>
      <w:tr w:rsidR="00C6765F" w:rsidRPr="006D5342" w14:paraId="3A800F6F" w14:textId="77777777" w:rsidTr="00D956E2">
        <w:trPr>
          <w:trHeight w:val="1715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A5CF7F1" w14:textId="77777777" w:rsidR="00C6765F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E3AB4" w:rsidRPr="006D5342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6D5342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74414A96" w:rsidR="00F51BC9" w:rsidRPr="006D5342" w:rsidRDefault="00AA4C4B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07D75CD9" wp14:editId="6C11AA26">
                  <wp:extent cx="1212949" cy="714375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949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7162255F" w:rsidR="00525119" w:rsidRPr="006D5342" w:rsidRDefault="00D956E2" w:rsidP="00FB07D0">
      <w:pPr>
        <w:spacing w:after="120"/>
        <w:rPr>
          <w:rFonts w:ascii="Century Gothic" w:hAnsi="Century Gothic"/>
          <w:b/>
          <w:sz w:val="24"/>
        </w:rPr>
      </w:pPr>
      <w:r w:rsidRPr="006D5342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0D81B695">
            <wp:simplePos x="0" y="0"/>
            <wp:positionH relativeFrom="column">
              <wp:posOffset>6054090</wp:posOffset>
            </wp:positionH>
            <wp:positionV relativeFrom="paragraph">
              <wp:posOffset>4028176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/>
          <w:b/>
        </w:rPr>
        <w:t xml:space="preserve"> </w:t>
      </w:r>
      <w:r w:rsidR="0014486D">
        <w:rPr>
          <w:rFonts w:ascii="Century Gothic" w:hAnsi="Century Gothic"/>
          <w:b/>
        </w:rPr>
        <w:tab/>
      </w:r>
      <w:r w:rsidR="00525119" w:rsidRPr="006D5342">
        <w:rPr>
          <w:rFonts w:ascii="Century Gothic" w:hAnsi="Century Gothic"/>
          <w:b/>
          <w:sz w:val="24"/>
        </w:rPr>
        <w:t xml:space="preserve">BBQ </w:t>
      </w:r>
      <w:r w:rsidR="00C6765F" w:rsidRPr="006D5342">
        <w:rPr>
          <w:rFonts w:ascii="Century Gothic" w:hAnsi="Century Gothic"/>
          <w:b/>
          <w:sz w:val="24"/>
        </w:rPr>
        <w:t>2</w:t>
      </w:r>
      <w:r w:rsidR="00D7350F" w:rsidRPr="006D5342">
        <w:rPr>
          <w:rFonts w:ascii="Century Gothic" w:hAnsi="Century Gothic"/>
          <w:b/>
          <w:sz w:val="24"/>
        </w:rPr>
        <w:t>3</w:t>
      </w:r>
      <w:r w:rsidR="00D51195" w:rsidRPr="006D5342">
        <w:rPr>
          <w:rFonts w:ascii="Century Gothic" w:hAnsi="Century Gothic"/>
          <w:b/>
          <w:sz w:val="24"/>
        </w:rPr>
        <w:t>.</w:t>
      </w:r>
      <w:r w:rsidR="00AA4C4B">
        <w:rPr>
          <w:rFonts w:ascii="Century Gothic" w:hAnsi="Century Gothic"/>
          <w:b/>
          <w:sz w:val="24"/>
        </w:rPr>
        <w:t>4</w:t>
      </w:r>
      <w:r w:rsidR="00525119" w:rsidRPr="006D5342">
        <w:rPr>
          <w:rFonts w:ascii="Century Gothic" w:hAnsi="Century Gothic"/>
          <w:b/>
          <w:sz w:val="24"/>
        </w:rPr>
        <w:t xml:space="preserve"> FOUNDATION</w:t>
      </w:r>
      <w:r w:rsidR="00EC4CCA" w:rsidRPr="006D5342">
        <w:rPr>
          <w:rFonts w:ascii="Century Gothic" w:hAnsi="Century Gothic"/>
          <w:b/>
          <w:sz w:val="24"/>
        </w:rPr>
        <w:tab/>
      </w:r>
      <w:r w:rsidR="00EC4CCA" w:rsidRPr="006D5342">
        <w:rPr>
          <w:rFonts w:ascii="Century Gothic" w:hAnsi="Century Gothic"/>
          <w:b/>
          <w:sz w:val="24"/>
        </w:rPr>
        <w:tab/>
      </w:r>
      <w:r w:rsidR="00EC4CCA" w:rsidRPr="006D5342">
        <w:rPr>
          <w:rFonts w:ascii="Century Gothic" w:hAnsi="Century Gothic"/>
          <w:b/>
          <w:sz w:val="24"/>
        </w:rPr>
        <w:tab/>
      </w:r>
      <w:r w:rsidR="00333535" w:rsidRPr="006D5342">
        <w:rPr>
          <w:rFonts w:ascii="Century Gothic" w:hAnsi="Century Gothic"/>
          <w:b/>
          <w:sz w:val="24"/>
        </w:rPr>
        <w:tab/>
      </w:r>
      <w:r w:rsidR="00333535" w:rsidRPr="006D5342">
        <w:rPr>
          <w:rFonts w:ascii="Century Gothic" w:hAnsi="Century Gothic"/>
          <w:b/>
          <w:sz w:val="24"/>
        </w:rPr>
        <w:tab/>
      </w:r>
    </w:p>
    <w:p w14:paraId="10BFCF5C" w14:textId="52152F53" w:rsidR="007E2C1A" w:rsidRDefault="007E2C1A" w:rsidP="00525119">
      <w:pPr>
        <w:spacing w:after="0"/>
        <w:rPr>
          <w:rFonts w:ascii="Century Gothic" w:hAnsi="Century Gothic"/>
          <w:b/>
          <w:sz w:val="24"/>
        </w:rPr>
      </w:pPr>
    </w:p>
    <w:p w14:paraId="11C5628A" w14:textId="77777777" w:rsidR="00AA4C4B" w:rsidRDefault="00AA4C4B" w:rsidP="00525119">
      <w:pPr>
        <w:spacing w:after="0"/>
        <w:rPr>
          <w:rFonts w:ascii="Century Gothic" w:hAnsi="Century Gothic"/>
          <w:b/>
          <w:sz w:val="24"/>
        </w:rPr>
      </w:pPr>
      <w:bookmarkStart w:id="0" w:name="_GoBack"/>
      <w:bookmarkEnd w:id="0"/>
    </w:p>
    <w:p w14:paraId="7C5C1ECB" w14:textId="0614CCF3" w:rsidR="00D956E2" w:rsidRDefault="00D956E2" w:rsidP="00525119">
      <w:pPr>
        <w:spacing w:after="0"/>
        <w:rPr>
          <w:rFonts w:ascii="Century Gothic" w:hAnsi="Century Gothic"/>
          <w:b/>
          <w:sz w:val="24"/>
        </w:rPr>
      </w:pPr>
    </w:p>
    <w:p w14:paraId="75A2F9D1" w14:textId="77777777" w:rsidR="00D956E2" w:rsidRDefault="00D956E2" w:rsidP="00525119">
      <w:pPr>
        <w:spacing w:after="0"/>
        <w:rPr>
          <w:rFonts w:ascii="Century Gothic" w:hAnsi="Century Gothic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AA4C4B" w:rsidRPr="006D5342" w14:paraId="3182AA83" w14:textId="77777777" w:rsidTr="00650E57">
        <w:trPr>
          <w:trHeight w:val="1837"/>
        </w:trPr>
        <w:tc>
          <w:tcPr>
            <w:tcW w:w="421" w:type="dxa"/>
            <w:tcBorders>
              <w:right w:val="nil"/>
            </w:tcBorders>
          </w:tcPr>
          <w:p w14:paraId="0940AE6F" w14:textId="77777777" w:rsidR="00AA4C4B" w:rsidRPr="006D5342" w:rsidRDefault="00AA4C4B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1)</w:t>
            </w:r>
          </w:p>
        </w:tc>
        <w:tc>
          <w:tcPr>
            <w:tcW w:w="4677" w:type="dxa"/>
            <w:tcBorders>
              <w:left w:val="nil"/>
            </w:tcBorders>
          </w:tcPr>
          <w:p w14:paraId="1170818A" w14:textId="77777777" w:rsidR="00AA4C4B" w:rsidRDefault="00AA4C4B" w:rsidP="00650E57">
            <w:pPr>
              <w:spacing w:before="120"/>
              <w:rPr>
                <w:rFonts w:ascii="Century Gothic" w:eastAsiaTheme="minorEastAsia" w:hAnsi="Century Gothic" w:cs="Tahoma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3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a number is 320.</w:t>
            </w:r>
          </w:p>
          <w:p w14:paraId="24263ADD" w14:textId="77777777" w:rsidR="00AA4C4B" w:rsidRPr="006D5342" w:rsidRDefault="00AA4C4B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>What is the number?</w:t>
            </w:r>
          </w:p>
        </w:tc>
        <w:tc>
          <w:tcPr>
            <w:tcW w:w="426" w:type="dxa"/>
            <w:tcBorders>
              <w:right w:val="nil"/>
            </w:tcBorders>
          </w:tcPr>
          <w:p w14:paraId="69ACFECF" w14:textId="77777777" w:rsidR="00AA4C4B" w:rsidRPr="006D5342" w:rsidRDefault="00AA4C4B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2CB832D4" w14:textId="77777777" w:rsidR="00AA4C4B" w:rsidRPr="000949FA" w:rsidRDefault="00AA4C4B" w:rsidP="00650E57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0949FA">
              <w:rPr>
                <w:rFonts w:ascii="Century Gothic" w:hAnsi="Century Gothic" w:cs="Tahoma"/>
              </w:rPr>
              <w:t>The fastest recorded tortoise could travel 4km in half an hour (if he kept the speed up).  How fast could this tortoise travel?</w:t>
            </w:r>
          </w:p>
        </w:tc>
      </w:tr>
      <w:tr w:rsidR="00AA4C4B" w:rsidRPr="006D5342" w14:paraId="13678F62" w14:textId="77777777" w:rsidTr="00650E57">
        <w:trPr>
          <w:trHeight w:val="210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CD41F9B" w14:textId="77777777" w:rsidR="00AA4C4B" w:rsidRPr="006D5342" w:rsidRDefault="00AA4C4B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70CD6A1A" w14:textId="77777777" w:rsidR="00AA4C4B" w:rsidRPr="006D5342" w:rsidRDefault="00AA4C4B" w:rsidP="00650E57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04BA9B" wp14:editId="35779B0F">
                      <wp:simplePos x="0" y="0"/>
                      <wp:positionH relativeFrom="column">
                        <wp:posOffset>2171499</wp:posOffset>
                      </wp:positionH>
                      <wp:positionV relativeFrom="paragraph">
                        <wp:posOffset>193386</wp:posOffset>
                      </wp:positionV>
                      <wp:extent cx="471170" cy="275590"/>
                      <wp:effectExtent l="0" t="0" r="0" b="0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417560" w14:textId="77777777" w:rsidR="00AA4C4B" w:rsidRDefault="00AA4C4B" w:rsidP="00AA4C4B">
                                  <w:r>
                                    <w:t>1cm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04BA9B" id="Text Box 36" o:spid="_x0000_s1027" type="#_x0000_t202" style="position:absolute;margin-left:171pt;margin-top:15.25pt;width:37.1pt;height:21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" filled="f" stroked="f" strokeweight=".5pt">
                      <v:textbox>
                        <w:txbxContent>
                          <w:p w14:paraId="2B417560" w14:textId="77777777" w:rsidR="00AA4C4B" w:rsidRDefault="00AA4C4B" w:rsidP="00AA4C4B">
                            <w:r>
                              <w:t>1cm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884649E" wp14:editId="1A14D6E5">
                      <wp:simplePos x="0" y="0"/>
                      <wp:positionH relativeFrom="column">
                        <wp:posOffset>2173247</wp:posOffset>
                      </wp:positionH>
                      <wp:positionV relativeFrom="paragraph">
                        <wp:posOffset>191612</wp:posOffset>
                      </wp:positionV>
                      <wp:extent cx="551620" cy="579422"/>
                      <wp:effectExtent l="0" t="0" r="20320" b="1778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1620" cy="5794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ECF5B0" id="Straight Connector 3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1pt,15.1pt" to="214.55pt,6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" strokecolor="black [3040]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C84CC56" wp14:editId="7D9FBB1B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8573DB9" id="Oval 38" o:spid="_x0000_s1026" style="position:absolute;margin-left:158.55pt;margin-top:3.65pt;width:65.7pt;height:65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" fillcolor="white [3201]" strokecolor="black [3200]" strokeweight="2pt"/>
                  </w:pict>
                </mc:Fallback>
              </mc:AlternateContent>
            </w:r>
            <w:r w:rsidRPr="006D5342">
              <w:rPr>
                <w:rFonts w:ascii="Century Gothic" w:hAnsi="Century Gothic"/>
              </w:rPr>
              <w:t xml:space="preserve">A circle has a </w:t>
            </w:r>
            <w:r>
              <w:rPr>
                <w:rFonts w:ascii="Century Gothic" w:hAnsi="Century Gothic"/>
              </w:rPr>
              <w:t>diameter</w:t>
            </w:r>
            <w:r w:rsidRPr="006D5342">
              <w:rPr>
                <w:rFonts w:ascii="Century Gothic" w:hAnsi="Century Gothic"/>
              </w:rPr>
              <w:t xml:space="preserve"> of </w:t>
            </w:r>
            <w:r>
              <w:rPr>
                <w:rFonts w:ascii="Century Gothic" w:hAnsi="Century Gothic"/>
              </w:rPr>
              <w:t>1</w:t>
            </w:r>
            <w:r w:rsidRPr="006D5342">
              <w:rPr>
                <w:rFonts w:ascii="Century Gothic" w:hAnsi="Century Gothic"/>
              </w:rPr>
              <w:t>cm.</w:t>
            </w:r>
          </w:p>
          <w:p w14:paraId="136C5DC3" w14:textId="77777777" w:rsidR="00AA4C4B" w:rsidRPr="006D5342" w:rsidRDefault="00AA4C4B" w:rsidP="00650E57">
            <w:pPr>
              <w:spacing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Work out its area.</w:t>
            </w:r>
          </w:p>
          <w:p w14:paraId="3F55AE1F" w14:textId="77777777" w:rsidR="00AA4C4B" w:rsidRPr="006D5342" w:rsidRDefault="00AA4C4B" w:rsidP="00650E57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5505C283" w14:textId="77777777" w:rsidR="00AA4C4B" w:rsidRPr="006D5342" w:rsidRDefault="00AA4C4B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590400F7" w14:textId="77777777" w:rsidR="00AA4C4B" w:rsidRPr="006D5342" w:rsidRDefault="00AA4C4B" w:rsidP="00650E57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>Complete the table for:</w:t>
            </w:r>
          </w:p>
          <w:p w14:paraId="09A5FAB8" w14:textId="77777777" w:rsidR="00AA4C4B" w:rsidRDefault="00AA4C4B" w:rsidP="00650E57">
            <w:pPr>
              <w:jc w:val="center"/>
              <w:rPr>
                <w:rFonts w:ascii="Tahoma" w:eastAsiaTheme="minorEastAsia" w:hAnsi="Tahoma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+3x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75"/>
              <w:gridCol w:w="575"/>
              <w:gridCol w:w="575"/>
              <w:gridCol w:w="575"/>
              <w:gridCol w:w="575"/>
            </w:tblGrid>
            <w:tr w:rsidR="00AA4C4B" w14:paraId="0DC00B58" w14:textId="77777777" w:rsidTr="00650E57">
              <w:tc>
                <w:tcPr>
                  <w:tcW w:w="574" w:type="dxa"/>
                </w:tcPr>
                <w:p w14:paraId="3F902967" w14:textId="77777777" w:rsidR="00AA4C4B" w:rsidRDefault="00AA4C4B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189135FA" w14:textId="77777777" w:rsidR="00AA4C4B" w:rsidRPr="009F34F0" w:rsidRDefault="00AA4C4B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-3</w:t>
                  </w:r>
                </w:p>
              </w:tc>
              <w:tc>
                <w:tcPr>
                  <w:tcW w:w="575" w:type="dxa"/>
                </w:tcPr>
                <w:p w14:paraId="15D07E55" w14:textId="77777777" w:rsidR="00AA4C4B" w:rsidRPr="009F34F0" w:rsidRDefault="00AA4C4B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-2</w:t>
                  </w:r>
                </w:p>
              </w:tc>
              <w:tc>
                <w:tcPr>
                  <w:tcW w:w="575" w:type="dxa"/>
                </w:tcPr>
                <w:p w14:paraId="7A8B336E" w14:textId="77777777" w:rsidR="00AA4C4B" w:rsidRPr="009F34F0" w:rsidRDefault="00AA4C4B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-1</w:t>
                  </w:r>
                </w:p>
              </w:tc>
              <w:tc>
                <w:tcPr>
                  <w:tcW w:w="575" w:type="dxa"/>
                </w:tcPr>
                <w:p w14:paraId="4940F7C6" w14:textId="77777777" w:rsidR="00AA4C4B" w:rsidRPr="009F34F0" w:rsidRDefault="00AA4C4B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0</w:t>
                  </w:r>
                </w:p>
              </w:tc>
              <w:tc>
                <w:tcPr>
                  <w:tcW w:w="575" w:type="dxa"/>
                </w:tcPr>
                <w:p w14:paraId="5C6E47A9" w14:textId="77777777" w:rsidR="00AA4C4B" w:rsidRPr="009F34F0" w:rsidRDefault="00AA4C4B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9F34F0">
                    <w:rPr>
                      <w:rFonts w:ascii="Century Gothic" w:eastAsiaTheme="minorEastAsia" w:hAnsi="Century Gothic" w:cs="Tahoma"/>
                    </w:rPr>
                    <w:t>1</w:t>
                  </w:r>
                </w:p>
              </w:tc>
            </w:tr>
            <w:tr w:rsidR="00AA4C4B" w14:paraId="36EA2D97" w14:textId="77777777" w:rsidTr="00650E57">
              <w:tc>
                <w:tcPr>
                  <w:tcW w:w="574" w:type="dxa"/>
                </w:tcPr>
                <w:p w14:paraId="1B7FE67E" w14:textId="77777777" w:rsidR="00AA4C4B" w:rsidRDefault="00AA4C4B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14BA3A1B" w14:textId="77777777" w:rsidR="00AA4C4B" w:rsidRDefault="00AA4C4B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4753D87A" w14:textId="77777777" w:rsidR="00AA4C4B" w:rsidRDefault="00AA4C4B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76A4A2C6" w14:textId="77777777" w:rsidR="00AA4C4B" w:rsidRDefault="00AA4C4B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250579B2" w14:textId="77777777" w:rsidR="00AA4C4B" w:rsidRDefault="00AA4C4B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5E1A6D91" w14:textId="77777777" w:rsidR="00AA4C4B" w:rsidRDefault="00AA4C4B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</w:tr>
          </w:tbl>
          <w:p w14:paraId="50E3D27F" w14:textId="77777777" w:rsidR="00AA4C4B" w:rsidRPr="0076776A" w:rsidRDefault="00AA4C4B" w:rsidP="00650E57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     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</m:oMath>
            </m:oMathPara>
          </w:p>
          <w:p w14:paraId="4F0F2768" w14:textId="77777777" w:rsidR="00AA4C4B" w:rsidRPr="00D956E2" w:rsidRDefault="00AA4C4B" w:rsidP="00650E57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</w:rPr>
              <w:t xml:space="preserve"> </w:t>
            </w:r>
            <w:r w:rsidRPr="00D956E2">
              <w:rPr>
                <w:rFonts w:ascii="Century Gothic" w:eastAsiaTheme="minorEastAsia" w:hAnsi="Century Gothic" w:cs="Tahoma"/>
              </w:rPr>
              <w:t xml:space="preserve">+3x </w:t>
            </w:r>
          </w:p>
        </w:tc>
      </w:tr>
      <w:tr w:rsidR="00AA4C4B" w:rsidRPr="006D5342" w14:paraId="50415228" w14:textId="77777777" w:rsidTr="00650E57">
        <w:trPr>
          <w:trHeight w:val="1715"/>
        </w:trPr>
        <w:tc>
          <w:tcPr>
            <w:tcW w:w="421" w:type="dxa"/>
            <w:tcBorders>
              <w:right w:val="nil"/>
            </w:tcBorders>
          </w:tcPr>
          <w:p w14:paraId="06F46AD6" w14:textId="77777777" w:rsidR="00AA4C4B" w:rsidRPr="006D5342" w:rsidRDefault="00AA4C4B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9B34B1D" w14:textId="77777777" w:rsidR="00AA4C4B" w:rsidRDefault="00AA4C4B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1E557A4B" w14:textId="77777777" w:rsidR="00AA4C4B" w:rsidRPr="006D5342" w:rsidRDefault="00AA4C4B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3DA0007" wp14:editId="0D400B40">
                  <wp:extent cx="1212949" cy="714375"/>
                  <wp:effectExtent l="0" t="0" r="635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949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F9AA3C" w14:textId="77777777" w:rsidR="00AA4C4B" w:rsidRPr="006D5342" w:rsidRDefault="00AA4C4B" w:rsidP="00AA4C4B">
      <w:pPr>
        <w:spacing w:after="120"/>
        <w:rPr>
          <w:rFonts w:ascii="Century Gothic" w:hAnsi="Century Gothic"/>
          <w:b/>
          <w:sz w:val="24"/>
        </w:rPr>
      </w:pPr>
      <w:r w:rsidRPr="006D5342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6CFC4FB8" wp14:editId="268B2BE6">
            <wp:simplePos x="0" y="0"/>
            <wp:positionH relativeFrom="column">
              <wp:posOffset>6054090</wp:posOffset>
            </wp:positionH>
            <wp:positionV relativeFrom="paragraph">
              <wp:posOffset>4028176</wp:posOffset>
            </wp:positionV>
            <wp:extent cx="572135" cy="401320"/>
            <wp:effectExtent l="0" t="0" r="0" b="508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441FD951" wp14:editId="14E0CC3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1" name="Picture 4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0F0676DB" wp14:editId="060A57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2" name="Picture 4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ab/>
      </w:r>
      <w:r w:rsidRPr="006D5342">
        <w:rPr>
          <w:rFonts w:ascii="Century Gothic" w:hAnsi="Century Gothic"/>
          <w:b/>
          <w:sz w:val="24"/>
        </w:rPr>
        <w:t>BBQ 23.</w:t>
      </w:r>
      <w:r>
        <w:rPr>
          <w:rFonts w:ascii="Century Gothic" w:hAnsi="Century Gothic"/>
          <w:b/>
          <w:sz w:val="24"/>
        </w:rPr>
        <w:t>4</w:t>
      </w:r>
      <w:r w:rsidRPr="006D5342">
        <w:rPr>
          <w:rFonts w:ascii="Century Gothic" w:hAnsi="Century Gothic"/>
          <w:b/>
          <w:sz w:val="24"/>
        </w:rPr>
        <w:t xml:space="preserve"> FOUNDATION</w:t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</w:p>
    <w:p w14:paraId="162E0544" w14:textId="77777777" w:rsidR="00D956E2" w:rsidRDefault="00D956E2" w:rsidP="00525119">
      <w:pPr>
        <w:spacing w:after="0"/>
        <w:rPr>
          <w:rFonts w:ascii="Avenir Book" w:hAnsi="Avenir Book"/>
          <w:sz w:val="24"/>
          <w:szCs w:val="24"/>
        </w:rPr>
      </w:pPr>
    </w:p>
    <w:sectPr w:rsidR="00D956E2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949FA"/>
    <w:rsid w:val="000A43CA"/>
    <w:rsid w:val="000A5111"/>
    <w:rsid w:val="000A63AF"/>
    <w:rsid w:val="000E3AB4"/>
    <w:rsid w:val="00105331"/>
    <w:rsid w:val="00125C71"/>
    <w:rsid w:val="0014486D"/>
    <w:rsid w:val="001826A9"/>
    <w:rsid w:val="001A2B81"/>
    <w:rsid w:val="001B71CC"/>
    <w:rsid w:val="0020147F"/>
    <w:rsid w:val="00213C21"/>
    <w:rsid w:val="0022414D"/>
    <w:rsid w:val="002A3B06"/>
    <w:rsid w:val="002C5377"/>
    <w:rsid w:val="002D5D86"/>
    <w:rsid w:val="00333535"/>
    <w:rsid w:val="003F51D8"/>
    <w:rsid w:val="004008D8"/>
    <w:rsid w:val="004802D4"/>
    <w:rsid w:val="00493EE3"/>
    <w:rsid w:val="0050136B"/>
    <w:rsid w:val="00505FC9"/>
    <w:rsid w:val="00525119"/>
    <w:rsid w:val="00574000"/>
    <w:rsid w:val="005D37DE"/>
    <w:rsid w:val="0061677F"/>
    <w:rsid w:val="0064471D"/>
    <w:rsid w:val="00666CDC"/>
    <w:rsid w:val="006B08F5"/>
    <w:rsid w:val="006D5342"/>
    <w:rsid w:val="00705472"/>
    <w:rsid w:val="00762BA8"/>
    <w:rsid w:val="007B4226"/>
    <w:rsid w:val="007E2C1A"/>
    <w:rsid w:val="008E65F8"/>
    <w:rsid w:val="0090117B"/>
    <w:rsid w:val="0090585D"/>
    <w:rsid w:val="00946174"/>
    <w:rsid w:val="0099142F"/>
    <w:rsid w:val="0099709D"/>
    <w:rsid w:val="009A72D8"/>
    <w:rsid w:val="009C20E4"/>
    <w:rsid w:val="009F34F0"/>
    <w:rsid w:val="009F6C6A"/>
    <w:rsid w:val="00AA4C4B"/>
    <w:rsid w:val="00AD3C1A"/>
    <w:rsid w:val="00B40DC9"/>
    <w:rsid w:val="00B6291F"/>
    <w:rsid w:val="00BE7AC9"/>
    <w:rsid w:val="00C240D5"/>
    <w:rsid w:val="00C41860"/>
    <w:rsid w:val="00C6765F"/>
    <w:rsid w:val="00D51195"/>
    <w:rsid w:val="00D723BE"/>
    <w:rsid w:val="00D7350F"/>
    <w:rsid w:val="00D956E2"/>
    <w:rsid w:val="00DB511B"/>
    <w:rsid w:val="00DE02E1"/>
    <w:rsid w:val="00E15F38"/>
    <w:rsid w:val="00E20822"/>
    <w:rsid w:val="00E26BCE"/>
    <w:rsid w:val="00E37898"/>
    <w:rsid w:val="00E54E19"/>
    <w:rsid w:val="00E7749A"/>
    <w:rsid w:val="00EA0CA1"/>
    <w:rsid w:val="00EC4CCA"/>
    <w:rsid w:val="00EC65FE"/>
    <w:rsid w:val="00F04FE3"/>
    <w:rsid w:val="00F37070"/>
    <w:rsid w:val="00F51BC9"/>
    <w:rsid w:val="00F72A5D"/>
    <w:rsid w:val="00FB07D0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159</Words>
  <Characters>622</Characters>
  <Application>Microsoft Office Word</Application>
  <DocSecurity>0</DocSecurity>
  <Lines>311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6</cp:revision>
  <cp:lastPrinted>2019-03-18T18:22:00Z</cp:lastPrinted>
  <dcterms:created xsi:type="dcterms:W3CDTF">2019-03-18T18:20:00Z</dcterms:created>
  <dcterms:modified xsi:type="dcterms:W3CDTF">2019-03-18T18:22:00Z</dcterms:modified>
</cp:coreProperties>
</file>